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184" w:rsidRDefault="00B23184" w:rsidP="00BF4054">
      <w:r>
        <w:t xml:space="preserve">Version 9/10/10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23184" w:rsidRDefault="00B23184" w:rsidP="00412D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23184" w:rsidRPr="00CB776C" w:rsidRDefault="00B23184" w:rsidP="00412D0C">
      <w:pPr>
        <w:rPr>
          <w:b/>
        </w:rPr>
      </w:pPr>
      <w:r>
        <w:rPr>
          <w:b/>
        </w:rPr>
        <w:t>South Hagerstown Rebel Invitational</w:t>
      </w:r>
      <w:r w:rsidRPr="00CB776C">
        <w:rPr>
          <w:b/>
        </w:rPr>
        <w:tab/>
      </w:r>
      <w:r w:rsidRPr="00CB776C">
        <w:rPr>
          <w:b/>
        </w:rPr>
        <w:tab/>
      </w:r>
      <w:r w:rsidRPr="00CB776C">
        <w:rPr>
          <w:b/>
        </w:rPr>
        <w:tab/>
      </w:r>
      <w:r w:rsidRPr="00CB776C">
        <w:rPr>
          <w:b/>
        </w:rPr>
        <w:tab/>
      </w:r>
      <w:r w:rsidRPr="00CB776C">
        <w:rPr>
          <w:b/>
        </w:rPr>
        <w:tab/>
      </w:r>
      <w:r w:rsidRPr="00CB776C">
        <w:rPr>
          <w:b/>
        </w:rPr>
        <w:tab/>
      </w:r>
      <w:r w:rsidRPr="00CB776C">
        <w:rPr>
          <w:b/>
        </w:rPr>
        <w:tab/>
      </w:r>
    </w:p>
    <w:p w:rsidR="00B23184" w:rsidRDefault="00B23184" w:rsidP="00412D0C">
      <w:r>
        <w:rPr>
          <w:b/>
        </w:rPr>
        <w:t>October 2, 2010</w:t>
      </w:r>
      <w:r>
        <w:rPr>
          <w:b/>
        </w:rPr>
        <w:tab/>
        <w:t>South Hagerstown</w:t>
      </w:r>
      <w:r w:rsidRPr="00CB776C">
        <w:rPr>
          <w:b/>
        </w:rPr>
        <w:t xml:space="preserve"> </w:t>
      </w:r>
      <w:r>
        <w:rPr>
          <w:b/>
        </w:rPr>
        <w:t>High School</w:t>
      </w:r>
      <w:r w:rsidRPr="00CB776C">
        <w:rPr>
          <w:b/>
        </w:rPr>
        <w:t xml:space="preserve"> </w:t>
      </w:r>
      <w:r>
        <w:rPr>
          <w:b/>
        </w:rPr>
        <w:t>–</w:t>
      </w:r>
      <w:r w:rsidRPr="00CB776C">
        <w:rPr>
          <w:b/>
        </w:rPr>
        <w:t xml:space="preserve"> </w:t>
      </w:r>
      <w:r>
        <w:rPr>
          <w:b/>
        </w:rPr>
        <w:t>Hagerstown,</w:t>
      </w:r>
      <w:r w:rsidRPr="00CB776C">
        <w:rPr>
          <w:b/>
        </w:rPr>
        <w:t xml:space="preserve"> MD</w:t>
      </w:r>
      <w:r>
        <w:tab/>
      </w:r>
      <w:r w:rsidRPr="00EE15F8">
        <w:rPr>
          <w:b/>
        </w:rPr>
        <w:t>5 pm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23184" w:rsidRDefault="00B23184" w:rsidP="00412D0C">
      <w:r>
        <w:tab/>
      </w:r>
      <w:r>
        <w:tab/>
      </w:r>
      <w:r>
        <w:tab/>
      </w:r>
      <w:r>
        <w:tab/>
      </w:r>
    </w:p>
    <w:p w:rsidR="00B23184" w:rsidRDefault="00B23184" w:rsidP="00412D0C">
      <w:r>
        <w:t>Schedule</w:t>
      </w:r>
      <w:r>
        <w:tab/>
      </w:r>
      <w:r>
        <w:tab/>
        <w:t>Intro of Judges/Star Spangled Banner</w:t>
      </w:r>
      <w:r>
        <w:tab/>
      </w:r>
      <w:r>
        <w:tab/>
      </w:r>
      <w:r>
        <w:tab/>
      </w:r>
      <w:r>
        <w:tab/>
      </w:r>
      <w:r>
        <w:tab/>
        <w:t>4:50 pm</w:t>
      </w:r>
    </w:p>
    <w:p w:rsidR="00B23184" w:rsidRDefault="00B23184" w:rsidP="00412D0C"/>
    <w:p w:rsidR="00B23184" w:rsidRDefault="00B23184" w:rsidP="00412D0C">
      <w:r>
        <w:t>Group:</w:t>
      </w:r>
      <w:r>
        <w:tab/>
        <w:t>Band</w:t>
      </w:r>
      <w:r>
        <w:tab/>
      </w:r>
      <w:r>
        <w:tab/>
      </w:r>
      <w:r>
        <w:tab/>
        <w:t>Warm-up</w:t>
      </w:r>
      <w:r>
        <w:tab/>
        <w:t xml:space="preserve">Area </w:t>
      </w:r>
      <w:r>
        <w:tab/>
        <w:t>Gate Time</w:t>
      </w:r>
      <w:r>
        <w:tab/>
        <w:t>Performance</w:t>
      </w:r>
    </w:p>
    <w:p w:rsidR="00B23184" w:rsidRDefault="00B23184" w:rsidP="00412D0C"/>
    <w:p w:rsidR="00B23184" w:rsidRPr="00A35BF6" w:rsidRDefault="00B23184" w:rsidP="00412D0C">
      <w:pPr>
        <w:rPr>
          <w:b/>
        </w:rPr>
      </w:pPr>
      <w:r w:rsidRPr="00A35BF6">
        <w:rPr>
          <w:b/>
        </w:rPr>
        <w:t>1 Championship</w:t>
      </w:r>
      <w:r w:rsidRPr="00A35BF6">
        <w:rPr>
          <w:b/>
        </w:rPr>
        <w:tab/>
      </w:r>
    </w:p>
    <w:p w:rsidR="00B23184" w:rsidRDefault="00B23184" w:rsidP="000E0CA7">
      <w:pPr>
        <w:ind w:firstLine="720"/>
      </w:pPr>
      <w:r>
        <w:t>Oakdale</w:t>
      </w:r>
      <w:r>
        <w:tab/>
      </w:r>
      <w:r>
        <w:tab/>
        <w:t>4:00</w:t>
      </w:r>
      <w:r>
        <w:tab/>
      </w:r>
      <w:r>
        <w:tab/>
        <w:t>1</w:t>
      </w:r>
      <w:r>
        <w:tab/>
        <w:t>4:50</w:t>
      </w:r>
      <w:r>
        <w:tab/>
      </w:r>
      <w:r>
        <w:tab/>
        <w:t>5:00</w:t>
      </w:r>
    </w:p>
    <w:p w:rsidR="00B23184" w:rsidRDefault="00B23184" w:rsidP="00237E60">
      <w:pPr>
        <w:ind w:firstLine="720"/>
      </w:pPr>
      <w:r>
        <w:t>Catoctin</w:t>
      </w:r>
      <w:r>
        <w:tab/>
      </w:r>
      <w:r>
        <w:tab/>
        <w:t>4:14</w:t>
      </w:r>
      <w:r>
        <w:tab/>
      </w:r>
      <w:r>
        <w:tab/>
        <w:t>2</w:t>
      </w:r>
      <w:r>
        <w:tab/>
        <w:t>5:04</w:t>
      </w:r>
      <w:r>
        <w:tab/>
      </w:r>
      <w:r>
        <w:tab/>
        <w:t>5:14</w:t>
      </w:r>
    </w:p>
    <w:p w:rsidR="00B23184" w:rsidRDefault="00B23184" w:rsidP="00237E60">
      <w:pPr>
        <w:ind w:firstLine="720"/>
      </w:pPr>
      <w:r>
        <w:t>Northern Garrett</w:t>
      </w:r>
      <w:r>
        <w:tab/>
        <w:t>4:28</w:t>
      </w:r>
      <w:r>
        <w:tab/>
      </w:r>
      <w:r>
        <w:tab/>
        <w:t>3</w:t>
      </w:r>
      <w:r>
        <w:tab/>
        <w:t>5:18</w:t>
      </w:r>
      <w:r>
        <w:tab/>
      </w:r>
      <w:r>
        <w:tab/>
        <w:t>5:28</w:t>
      </w:r>
    </w:p>
    <w:p w:rsidR="00B23184" w:rsidRDefault="00B23184" w:rsidP="00237E60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23184" w:rsidRPr="00A35BF6" w:rsidRDefault="00B23184" w:rsidP="00412D0C">
      <w:pPr>
        <w:rPr>
          <w:b/>
        </w:rPr>
      </w:pPr>
      <w:r w:rsidRPr="00A35BF6">
        <w:rPr>
          <w:b/>
        </w:rPr>
        <w:t>2 Championship</w:t>
      </w:r>
      <w:r w:rsidRPr="00A35BF6">
        <w:rPr>
          <w:b/>
        </w:rPr>
        <w:tab/>
      </w:r>
    </w:p>
    <w:p w:rsidR="00B23184" w:rsidRDefault="00B23184" w:rsidP="000E0CA7">
      <w:pPr>
        <w:ind w:firstLine="720"/>
      </w:pPr>
      <w:r>
        <w:t>Warren County</w:t>
      </w:r>
      <w:r>
        <w:tab/>
        <w:t>4:42</w:t>
      </w:r>
      <w:r>
        <w:tab/>
      </w:r>
      <w:r>
        <w:tab/>
        <w:t>4</w:t>
      </w:r>
      <w:r>
        <w:tab/>
        <w:t>5:32</w:t>
      </w:r>
      <w:r>
        <w:tab/>
      </w:r>
      <w:r>
        <w:tab/>
        <w:t>5:42</w:t>
      </w:r>
    </w:p>
    <w:p w:rsidR="00B23184" w:rsidRDefault="00B23184" w:rsidP="00237E60">
      <w:pPr>
        <w:ind w:firstLine="720"/>
      </w:pPr>
      <w:r>
        <w:t>Tuscarora</w:t>
      </w:r>
      <w:r>
        <w:tab/>
      </w:r>
      <w:r>
        <w:tab/>
        <w:t>4:56</w:t>
      </w:r>
      <w:r>
        <w:tab/>
      </w:r>
      <w:r>
        <w:tab/>
        <w:t>1</w:t>
      </w:r>
      <w:r>
        <w:tab/>
        <w:t>5:46</w:t>
      </w:r>
      <w:r>
        <w:tab/>
      </w:r>
      <w:r>
        <w:tab/>
        <w:t>5:56</w:t>
      </w:r>
    </w:p>
    <w:p w:rsidR="00B23184" w:rsidRDefault="00B23184" w:rsidP="00412D0C">
      <w:r>
        <w:tab/>
        <w:t>Frederick</w:t>
      </w:r>
      <w:r>
        <w:tab/>
      </w:r>
      <w:r>
        <w:tab/>
        <w:t>5:10</w:t>
      </w:r>
      <w:r>
        <w:tab/>
      </w:r>
      <w:r>
        <w:tab/>
        <w:t>2</w:t>
      </w:r>
      <w:r>
        <w:tab/>
        <w:t>6:00</w:t>
      </w:r>
      <w:r>
        <w:tab/>
      </w:r>
      <w:r>
        <w:tab/>
        <w:t>6:10</w:t>
      </w:r>
    </w:p>
    <w:p w:rsidR="00B23184" w:rsidRDefault="00B23184" w:rsidP="00412D0C">
      <w:r>
        <w:tab/>
        <w:t>North Hagerstown</w:t>
      </w:r>
      <w:r>
        <w:tab/>
        <w:t>5:24</w:t>
      </w:r>
      <w:r>
        <w:tab/>
      </w:r>
      <w:r>
        <w:tab/>
        <w:t>3</w:t>
      </w:r>
      <w:r>
        <w:tab/>
        <w:t>6:14</w:t>
      </w:r>
      <w:r>
        <w:tab/>
      </w:r>
      <w:r>
        <w:tab/>
        <w:t>6:24</w:t>
      </w:r>
    </w:p>
    <w:p w:rsidR="00B23184" w:rsidRDefault="00B23184" w:rsidP="00412D0C">
      <w:r>
        <w:tab/>
      </w:r>
    </w:p>
    <w:p w:rsidR="00B23184" w:rsidRDefault="00B23184" w:rsidP="00412D0C"/>
    <w:p w:rsidR="00B23184" w:rsidRDefault="00B23184" w:rsidP="00412D0C">
      <w:r>
        <w:tab/>
        <w:t>Break (6:38-7:00)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23184" w:rsidRDefault="00B23184" w:rsidP="00412D0C">
      <w:r>
        <w:tab/>
      </w:r>
      <w:r>
        <w:tab/>
      </w:r>
    </w:p>
    <w:p w:rsidR="00B23184" w:rsidRDefault="00B23184" w:rsidP="00412D0C">
      <w:r>
        <w:tab/>
      </w:r>
      <w:r>
        <w:tab/>
      </w:r>
      <w:r>
        <w:tab/>
      </w:r>
      <w:r>
        <w:tab/>
      </w:r>
    </w:p>
    <w:p w:rsidR="00B23184" w:rsidRPr="00A35BF6" w:rsidRDefault="00B23184" w:rsidP="00412D0C">
      <w:pPr>
        <w:rPr>
          <w:b/>
        </w:rPr>
      </w:pPr>
      <w:r w:rsidRPr="00A35BF6">
        <w:rPr>
          <w:b/>
        </w:rPr>
        <w:t>3 Championship</w:t>
      </w:r>
      <w:r w:rsidRPr="00A35BF6">
        <w:rPr>
          <w:b/>
        </w:rPr>
        <w:tab/>
      </w:r>
    </w:p>
    <w:p w:rsidR="00B23184" w:rsidRDefault="00B23184" w:rsidP="00412D0C">
      <w:r>
        <w:tab/>
        <w:t>Hedgesville</w:t>
      </w:r>
      <w:r>
        <w:tab/>
      </w:r>
      <w:r>
        <w:tab/>
        <w:t>6:00</w:t>
      </w:r>
      <w:r>
        <w:tab/>
      </w:r>
      <w:r>
        <w:tab/>
        <w:t>4</w:t>
      </w:r>
      <w:r>
        <w:tab/>
        <w:t>6:50</w:t>
      </w:r>
      <w:r>
        <w:tab/>
      </w:r>
      <w:r>
        <w:tab/>
        <w:t>7:00</w:t>
      </w:r>
    </w:p>
    <w:p w:rsidR="00B23184" w:rsidRDefault="00B23184" w:rsidP="00412D0C">
      <w:r>
        <w:tab/>
        <w:t>Musselman</w:t>
      </w:r>
      <w:r>
        <w:tab/>
      </w:r>
      <w:r>
        <w:tab/>
        <w:t>6:14</w:t>
      </w:r>
      <w:r>
        <w:tab/>
      </w:r>
      <w:r>
        <w:tab/>
        <w:t>1</w:t>
      </w:r>
      <w:r>
        <w:tab/>
        <w:t>7:04</w:t>
      </w:r>
      <w:r>
        <w:tab/>
      </w:r>
      <w:r>
        <w:tab/>
        <w:t>7:14</w:t>
      </w:r>
    </w:p>
    <w:p w:rsidR="00B23184" w:rsidRDefault="00B23184" w:rsidP="00A35BF6">
      <w:pPr>
        <w:ind w:firstLine="720"/>
      </w:pPr>
    </w:p>
    <w:p w:rsidR="00B23184" w:rsidRPr="00A35BF6" w:rsidRDefault="00B23184" w:rsidP="00C81D33">
      <w:pPr>
        <w:rPr>
          <w:b/>
        </w:rPr>
      </w:pPr>
      <w:r w:rsidRPr="00A35BF6">
        <w:rPr>
          <w:b/>
        </w:rPr>
        <w:t>4 Championship</w:t>
      </w:r>
    </w:p>
    <w:p w:rsidR="00B23184" w:rsidRDefault="00B23184" w:rsidP="00A35BF6">
      <w:pPr>
        <w:ind w:firstLine="720"/>
      </w:pPr>
      <w:r>
        <w:t>Boonsboro</w:t>
      </w:r>
      <w:r>
        <w:tab/>
      </w:r>
      <w:r>
        <w:tab/>
        <w:t>6:28</w:t>
      </w:r>
      <w:r>
        <w:tab/>
      </w:r>
      <w:r>
        <w:tab/>
        <w:t>2</w:t>
      </w:r>
      <w:r>
        <w:tab/>
        <w:t>7:18</w:t>
      </w:r>
      <w:r>
        <w:tab/>
      </w:r>
      <w:r>
        <w:tab/>
        <w:t>7:28</w:t>
      </w:r>
    </w:p>
    <w:p w:rsidR="00B23184" w:rsidRDefault="00B23184" w:rsidP="00591B43">
      <w:pPr>
        <w:ind w:firstLine="720"/>
      </w:pPr>
    </w:p>
    <w:p w:rsidR="00B23184" w:rsidRPr="00A35BF6" w:rsidRDefault="00B23184" w:rsidP="00C81D33">
      <w:pPr>
        <w:rPr>
          <w:b/>
        </w:rPr>
      </w:pPr>
      <w:r w:rsidRPr="00A35BF6">
        <w:rPr>
          <w:b/>
        </w:rPr>
        <w:t>4 Championship</w:t>
      </w:r>
      <w:r>
        <w:rPr>
          <w:b/>
        </w:rPr>
        <w:t xml:space="preserve"> Exhibition</w:t>
      </w:r>
    </w:p>
    <w:p w:rsidR="00B23184" w:rsidRDefault="00B23184" w:rsidP="00591B43">
      <w:pPr>
        <w:ind w:firstLine="720"/>
      </w:pPr>
    </w:p>
    <w:p w:rsidR="00B23184" w:rsidRDefault="00B23184" w:rsidP="00591B43">
      <w:pPr>
        <w:ind w:firstLine="720"/>
      </w:pPr>
      <w:r>
        <w:t>South Hagerstown</w:t>
      </w:r>
      <w:r>
        <w:tab/>
        <w:t>6:42</w:t>
      </w:r>
      <w:r>
        <w:tab/>
      </w:r>
      <w:r>
        <w:tab/>
        <w:t>3</w:t>
      </w:r>
      <w:r>
        <w:tab/>
        <w:t>7:32</w:t>
      </w:r>
      <w:r>
        <w:tab/>
      </w:r>
      <w:r>
        <w:tab/>
        <w:t>7:42</w:t>
      </w:r>
    </w:p>
    <w:p w:rsidR="00B23184" w:rsidRDefault="00B23184" w:rsidP="00412D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23184" w:rsidRDefault="00B23184" w:rsidP="000E0CA7">
      <w:pPr>
        <w:ind w:firstLine="720"/>
      </w:pPr>
    </w:p>
    <w:p w:rsidR="00B23184" w:rsidRDefault="00B23184" w:rsidP="00412D0C">
      <w:r>
        <w:tab/>
      </w:r>
      <w:r>
        <w:tab/>
      </w:r>
      <w:r>
        <w:tab/>
      </w:r>
    </w:p>
    <w:p w:rsidR="00B23184" w:rsidRDefault="00B23184" w:rsidP="00412D0C">
      <w:r>
        <w:tab/>
        <w:t>Awards 8:10 pm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23184" w:rsidRPr="00BF4054" w:rsidRDefault="00B23184" w:rsidP="00BF40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23184" w:rsidRPr="00BF4054" w:rsidSect="000022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793"/>
    <w:rsid w:val="00002284"/>
    <w:rsid w:val="00007AA5"/>
    <w:rsid w:val="00087FA8"/>
    <w:rsid w:val="00097A3A"/>
    <w:rsid w:val="000C36BD"/>
    <w:rsid w:val="000E0CA7"/>
    <w:rsid w:val="001E38A5"/>
    <w:rsid w:val="00205CF6"/>
    <w:rsid w:val="00211F17"/>
    <w:rsid w:val="00237E60"/>
    <w:rsid w:val="002C1B5F"/>
    <w:rsid w:val="002F3D67"/>
    <w:rsid w:val="003515BA"/>
    <w:rsid w:val="003A682C"/>
    <w:rsid w:val="00412D0C"/>
    <w:rsid w:val="004A288D"/>
    <w:rsid w:val="004C3B4C"/>
    <w:rsid w:val="0050066C"/>
    <w:rsid w:val="005216F3"/>
    <w:rsid w:val="00553570"/>
    <w:rsid w:val="00591B43"/>
    <w:rsid w:val="005A5093"/>
    <w:rsid w:val="00604BCE"/>
    <w:rsid w:val="00715793"/>
    <w:rsid w:val="007A7729"/>
    <w:rsid w:val="00815137"/>
    <w:rsid w:val="0084021B"/>
    <w:rsid w:val="00867BFD"/>
    <w:rsid w:val="00875C03"/>
    <w:rsid w:val="008C26FC"/>
    <w:rsid w:val="00991CE6"/>
    <w:rsid w:val="00A159B8"/>
    <w:rsid w:val="00A35BF6"/>
    <w:rsid w:val="00B23184"/>
    <w:rsid w:val="00B43793"/>
    <w:rsid w:val="00B57708"/>
    <w:rsid w:val="00B875CE"/>
    <w:rsid w:val="00B9650E"/>
    <w:rsid w:val="00BC304F"/>
    <w:rsid w:val="00BF4054"/>
    <w:rsid w:val="00C54C87"/>
    <w:rsid w:val="00C81D33"/>
    <w:rsid w:val="00CB4A0C"/>
    <w:rsid w:val="00CB776C"/>
    <w:rsid w:val="00E511F1"/>
    <w:rsid w:val="00E86782"/>
    <w:rsid w:val="00EA3056"/>
    <w:rsid w:val="00EE15F8"/>
    <w:rsid w:val="00F930CD"/>
    <w:rsid w:val="00FA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28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120</Words>
  <Characters>686</Characters>
  <Application>Microsoft Office Outlook</Application>
  <DocSecurity>0</DocSecurity>
  <Lines>0</Lines>
  <Paragraphs>0</Paragraphs>
  <ScaleCrop>false</ScaleCrop>
  <Company>acps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9/10/10 </dc:title>
  <dc:subject/>
  <dc:creator>default</dc:creator>
  <cp:keywords/>
  <dc:description/>
  <cp:lastModifiedBy>FCPS</cp:lastModifiedBy>
  <cp:revision>2</cp:revision>
  <cp:lastPrinted>2010-09-10T15:20:00Z</cp:lastPrinted>
  <dcterms:created xsi:type="dcterms:W3CDTF">2010-09-10T15:20:00Z</dcterms:created>
  <dcterms:modified xsi:type="dcterms:W3CDTF">2010-09-10T15:20:00Z</dcterms:modified>
</cp:coreProperties>
</file>